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C9" w:rsidRDefault="002C26C9">
      <w:pPr>
        <w:rPr>
          <w:b/>
          <w:sz w:val="24"/>
        </w:rPr>
      </w:pP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 xml:space="preserve">Unit </w:t>
      </w:r>
      <w:proofErr w:type="gramStart"/>
      <w:r>
        <w:rPr>
          <w:b/>
          <w:sz w:val="24"/>
        </w:rPr>
        <w:t>Planner</w:t>
      </w:r>
      <w:r w:rsidR="000E3ECA">
        <w:rPr>
          <w:b/>
          <w:sz w:val="24"/>
        </w:rPr>
        <w:t xml:space="preserve">  Algebra</w:t>
      </w:r>
      <w:proofErr w:type="gramEnd"/>
      <w:r w:rsidR="000E3ECA">
        <w:rPr>
          <w:b/>
          <w:sz w:val="24"/>
        </w:rPr>
        <w:t xml:space="preserve"> 2 Chapter 2</w:t>
      </w:r>
      <w:r w:rsidR="00833FE5">
        <w:rPr>
          <w:b/>
          <w:sz w:val="24"/>
        </w:rPr>
        <w:t xml:space="preserve">  </w:t>
      </w:r>
      <w:r w:rsidR="00833FE5">
        <w:rPr>
          <w:b/>
          <w:sz w:val="24"/>
          <w:highlight w:val="green"/>
        </w:rPr>
        <w:t>Technology</w:t>
      </w:r>
      <w:r w:rsidR="00833FE5">
        <w:rPr>
          <w:b/>
          <w:sz w:val="24"/>
        </w:rPr>
        <w:t xml:space="preserve"> </w:t>
      </w:r>
      <w:r w:rsidR="00833FE5">
        <w:rPr>
          <w:b/>
          <w:sz w:val="24"/>
          <w:highlight w:val="yellow"/>
        </w:rPr>
        <w:t>Differentiation</w:t>
      </w:r>
      <w:r w:rsidR="00833FE5">
        <w:rPr>
          <w:b/>
          <w:sz w:val="24"/>
        </w:rPr>
        <w:t xml:space="preserve">  </w:t>
      </w:r>
      <w:r w:rsidR="00833FE5">
        <w:rPr>
          <w:b/>
          <w:sz w:val="24"/>
          <w:highlight w:val="cyan"/>
        </w:rPr>
        <w:t>Critical Thinking</w:t>
      </w: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>Teacher:</w:t>
      </w:r>
      <w:r w:rsidR="00F377B9">
        <w:rPr>
          <w:b/>
          <w:sz w:val="24"/>
        </w:rPr>
        <w:t xml:space="preserve">  </w:t>
      </w:r>
      <w:r w:rsidR="00202C96">
        <w:rPr>
          <w:b/>
          <w:sz w:val="24"/>
        </w:rPr>
        <w:t>Solek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Unit Title:</w:t>
      </w:r>
      <w:r w:rsidR="000A7720">
        <w:rPr>
          <w:b/>
          <w:sz w:val="24"/>
        </w:rPr>
        <w:t xml:space="preserve">  Linear Relations and Functions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4"/>
        <w:gridCol w:w="4392"/>
        <w:gridCol w:w="4914"/>
      </w:tblGrid>
      <w:tr w:rsidR="002C26C9">
        <w:trPr>
          <w:cantSplit/>
        </w:trPr>
        <w:tc>
          <w:tcPr>
            <w:tcW w:w="14220" w:type="dxa"/>
            <w:gridSpan w:val="3"/>
          </w:tcPr>
          <w:p w:rsidR="002C26C9" w:rsidRDefault="0021039D" w:rsidP="004B40F3">
            <w:pPr>
              <w:rPr>
                <w:sz w:val="22"/>
              </w:rPr>
            </w:pPr>
            <w:r>
              <w:rPr>
                <w:b/>
              </w:rPr>
              <w:t xml:space="preserve">Standards / Benchmarks: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N 3 Use number sense to estimate and determine if solutions are reasonable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N 5 Selecting and using appropriate computational methods and tools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N7 Justifying reasonableness of solutions and verifying results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A1 Demonstrating the ability to translate real-world situations into algebraic expressions and equations 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A3 Use tables and graphs as tools to interpret algebraic expressions, equations and inequalities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A4 Solving algebraic equations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M 4 Demonstrate the concept of measurement as it applies to real-world experiences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G1 Identifying, describing, comparing, constructing and classifying geometric figures in two and three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      dimensions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G3 Solving problems using coordinate methods as well as synthetic and transformational methods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G6 Demonstrating deductive reasoning and mathematical justification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D2 recognizing that data that relate two variables as linear, exponential or otherwise in nature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D7 Making inferences from data in charts tables and graphs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P1 Model the concepts of variables, functions and relations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P2 Translating between tabular, symbolic or graphic representations of functions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P5 Analyze real-world relationships that can be modeled by elementary functions</w:t>
            </w:r>
          </w:p>
          <w:p w:rsidR="004B40F3" w:rsidRPr="000A7720" w:rsidRDefault="004B40F3" w:rsidP="004B40F3">
            <w:pPr>
              <w:rPr>
                <w:b/>
              </w:rPr>
            </w:pPr>
            <w:r>
              <w:t xml:space="preserve">                              </w:t>
            </w:r>
          </w:p>
        </w:tc>
      </w:tr>
      <w:tr w:rsidR="002C26C9">
        <w:trPr>
          <w:cantSplit/>
        </w:trPr>
        <w:tc>
          <w:tcPr>
            <w:tcW w:w="4914" w:type="dxa"/>
            <w:vMerge w:val="restart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Standards Analysis:</w:t>
            </w:r>
          </w:p>
          <w:p w:rsidR="000E3ECA" w:rsidRDefault="000E3EC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What the student should know: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Identify relations and functions and find function values numerically, analytically, and graphically. 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Graph linear, absolute value, recognize piecewise-defined, and step functions.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Graph linear inequalities.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Write equations of lines.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Identify the slope and intercepts of a line analytically, graphically, and numerically.</w:t>
            </w:r>
          </w:p>
          <w:p w:rsidR="000E3ECA" w:rsidRDefault="000E3ECA">
            <w:pPr>
              <w:rPr>
                <w:b/>
                <w:sz w:val="22"/>
              </w:rPr>
            </w:pPr>
          </w:p>
          <w:p w:rsidR="002C26C9" w:rsidRDefault="000E3EC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What the student should be able to do:</w:t>
            </w:r>
          </w:p>
          <w:p w:rsidR="004B40F3" w:rsidRPr="00D84B1D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84B1D">
              <w:t>Analyze and graph relations</w:t>
            </w:r>
          </w:p>
          <w:p w:rsidR="002C26C9" w:rsidRDefault="004B40F3" w:rsidP="004B40F3">
            <w:pPr>
              <w:numPr>
                <w:ilvl w:val="0"/>
                <w:numId w:val="1"/>
              </w:numPr>
            </w:pPr>
            <w:r w:rsidRPr="00D84B1D">
              <w:t>Find functional values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Identify linear equations and functions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Write linear equations in standard form and graph them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Find and use the slope of a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Graph parallel and perpendicular lines</w:t>
            </w:r>
          </w:p>
          <w:p w:rsidR="004B40F3" w:rsidRPr="00D572FC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572FC">
              <w:t>Write an equation of a line given the slope and a point on the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572FC">
              <w:t>Write an equation of a line parallel or perpendicular to a given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Draw Scatter plots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Find and use prediction equations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Identify and graph step, constant and identity functions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Identify and graph absolute value and piecewise functions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Graph linear inequalities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Graph absolute value inequalities</w:t>
            </w:r>
          </w:p>
          <w:p w:rsidR="004B40F3" w:rsidRPr="004B40F3" w:rsidRDefault="004B40F3" w:rsidP="004B40F3">
            <w:pPr>
              <w:ind w:left="720"/>
              <w:outlineLvl w:val="0"/>
            </w:pPr>
          </w:p>
        </w:tc>
        <w:tc>
          <w:tcPr>
            <w:tcW w:w="4392" w:type="dxa"/>
          </w:tcPr>
          <w:p w:rsidR="002C26C9" w:rsidRDefault="0021039D">
            <w:r>
              <w:rPr>
                <w:b/>
              </w:rPr>
              <w:lastRenderedPageBreak/>
              <w:t>Critical Questions or Statements</w:t>
            </w:r>
            <w:r>
              <w:t>:</w:t>
            </w:r>
          </w:p>
          <w:p w:rsidR="000E3ECA" w:rsidRPr="00833FE5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  <w:highlight w:val="cyan"/>
              </w:rPr>
            </w:pPr>
            <w:r w:rsidRPr="00833FE5">
              <w:rPr>
                <w:sz w:val="22"/>
                <w:szCs w:val="22"/>
                <w:highlight w:val="cyan"/>
              </w:rPr>
              <w:t>What are the advantages and disadvantages of each method for graphing linear equations?</w:t>
            </w:r>
          </w:p>
          <w:p w:rsidR="000E3ECA" w:rsidRPr="00833FE5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  <w:highlight w:val="cyan"/>
              </w:rPr>
            </w:pPr>
            <w:r w:rsidRPr="00833FE5">
              <w:rPr>
                <w:sz w:val="22"/>
                <w:szCs w:val="22"/>
                <w:highlight w:val="cyan"/>
              </w:rPr>
              <w:t xml:space="preserve">What makes a relation a function?  </w:t>
            </w:r>
          </w:p>
          <w:p w:rsidR="000E3ECA" w:rsidRPr="00833FE5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  <w:highlight w:val="cyan"/>
              </w:rPr>
            </w:pPr>
            <w:r w:rsidRPr="00833FE5">
              <w:rPr>
                <w:sz w:val="22"/>
                <w:szCs w:val="22"/>
                <w:highlight w:val="cyan"/>
              </w:rPr>
              <w:t>Why are there different forms for writing linear equations?</w:t>
            </w:r>
          </w:p>
          <w:p w:rsidR="002C26C9" w:rsidRDefault="002C26C9" w:rsidP="000E3ECA">
            <w:pPr>
              <w:ind w:left="720"/>
              <w:rPr>
                <w:b/>
                <w:sz w:val="32"/>
              </w:rPr>
            </w:pPr>
          </w:p>
        </w:tc>
        <w:tc>
          <w:tcPr>
            <w:tcW w:w="4914" w:type="dxa"/>
          </w:tcPr>
          <w:p w:rsidR="000A7720" w:rsidRDefault="0021039D">
            <w:pPr>
              <w:rPr>
                <w:b/>
                <w:sz w:val="22"/>
              </w:rPr>
            </w:pPr>
            <w:r>
              <w:rPr>
                <w:b/>
              </w:rPr>
              <w:t>Relevance</w:t>
            </w:r>
            <w:r>
              <w:rPr>
                <w:b/>
                <w:sz w:val="22"/>
              </w:rPr>
              <w:t xml:space="preserve">:  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 xml:space="preserve">Students will be encouraged to recall the graphing from Algebra 1 using the quick method of y = </w:t>
            </w:r>
            <w:proofErr w:type="spellStart"/>
            <w:r>
              <w:rPr>
                <w:sz w:val="22"/>
              </w:rPr>
              <w:t>mx</w:t>
            </w:r>
            <w:proofErr w:type="spellEnd"/>
            <w:r>
              <w:rPr>
                <w:sz w:val="22"/>
              </w:rPr>
              <w:t xml:space="preserve"> + b.  </w:t>
            </w:r>
          </w:p>
          <w:p w:rsidR="002C26C9" w:rsidRPr="00833FE5" w:rsidRDefault="000A7720" w:rsidP="000A7720">
            <w:pPr>
              <w:numPr>
                <w:ilvl w:val="0"/>
                <w:numId w:val="6"/>
              </w:numPr>
              <w:rPr>
                <w:sz w:val="22"/>
                <w:highlight w:val="green"/>
              </w:rPr>
            </w:pPr>
            <w:r w:rsidRPr="00833FE5">
              <w:rPr>
                <w:sz w:val="22"/>
                <w:highlight w:val="green"/>
              </w:rPr>
              <w:t xml:space="preserve">Graphing calculators will be utilized to connect this idea with technology.  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>Real world problems will be discussed regarding profits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>Students will be encouraged to recall slope and identify the meaning of direct variation, both  increasing and decreasing</w:t>
            </w:r>
          </w:p>
          <w:p w:rsidR="002C26C9" w:rsidRDefault="002C26C9">
            <w:pPr>
              <w:rPr>
                <w:b/>
                <w:sz w:val="32"/>
              </w:rPr>
            </w:pPr>
          </w:p>
        </w:tc>
      </w:tr>
      <w:tr w:rsidR="002C26C9">
        <w:trPr>
          <w:cantSplit/>
        </w:trPr>
        <w:tc>
          <w:tcPr>
            <w:tcW w:w="4914" w:type="dxa"/>
            <w:vMerge/>
          </w:tcPr>
          <w:p w:rsidR="002C26C9" w:rsidRDefault="002C26C9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Pre-assessment tools / strategies:</w:t>
            </w:r>
          </w:p>
          <w:p w:rsidR="00244BE4" w:rsidRDefault="00244BE4" w:rsidP="000A7720">
            <w:pPr>
              <w:numPr>
                <w:ilvl w:val="0"/>
                <w:numId w:val="5"/>
              </w:numPr>
            </w:pPr>
            <w:r>
              <w:t>Chapter 1 Cumulative Review activity</w:t>
            </w:r>
          </w:p>
          <w:p w:rsidR="004B40F3" w:rsidRDefault="000A7720" w:rsidP="000A7720">
            <w:pPr>
              <w:numPr>
                <w:ilvl w:val="0"/>
                <w:numId w:val="5"/>
              </w:numPr>
            </w:pPr>
            <w:r>
              <w:t xml:space="preserve">Getting started activity p. </w:t>
            </w:r>
            <w:r w:rsidR="00E41858">
              <w:t>85</w:t>
            </w:r>
            <w:r w:rsidR="004B40F3">
              <w:t xml:space="preserve"> in text</w:t>
            </w:r>
          </w:p>
          <w:p w:rsidR="004B40F3" w:rsidRPr="00833FE5" w:rsidRDefault="004B40F3" w:rsidP="000A7720">
            <w:pPr>
              <w:numPr>
                <w:ilvl w:val="0"/>
                <w:numId w:val="5"/>
              </w:numPr>
              <w:rPr>
                <w:highlight w:val="green"/>
              </w:rPr>
            </w:pPr>
            <w:r w:rsidRPr="00833FE5">
              <w:rPr>
                <w:highlight w:val="green"/>
              </w:rPr>
              <w:t>Daily online self checks @glencoe.com</w:t>
            </w:r>
          </w:p>
          <w:p w:rsidR="004B40F3" w:rsidRPr="0021039D" w:rsidRDefault="004B40F3" w:rsidP="000A7720">
            <w:pPr>
              <w:numPr>
                <w:ilvl w:val="0"/>
                <w:numId w:val="5"/>
              </w:numPr>
              <w:rPr>
                <w:b/>
              </w:rPr>
            </w:pPr>
            <w:r>
              <w:t>5 minute checks in resources</w:t>
            </w:r>
          </w:p>
        </w:tc>
        <w:tc>
          <w:tcPr>
            <w:tcW w:w="4914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Differentiation strategies: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Think pair share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 xml:space="preserve">Work with a group formed by </w:t>
            </w:r>
            <w:proofErr w:type="spellStart"/>
            <w:r w:rsidRPr="00833FE5">
              <w:rPr>
                <w:highlight w:val="yellow"/>
              </w:rPr>
              <w:t>Kagan</w:t>
            </w:r>
            <w:proofErr w:type="spellEnd"/>
            <w:r w:rsidRPr="00833FE5">
              <w:rPr>
                <w:highlight w:val="yellow"/>
              </w:rPr>
              <w:t xml:space="preserve"> strategies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Create your own problem, share with group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Present your reasoning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Choose ____problems from this assignment</w:t>
            </w:r>
          </w:p>
          <w:p w:rsidR="00202C96" w:rsidRPr="00833FE5" w:rsidRDefault="00202C96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Create your own quiz/test on a given objective</w:t>
            </w:r>
          </w:p>
          <w:p w:rsidR="000A7720" w:rsidRPr="00833FE5" w:rsidRDefault="000A7720" w:rsidP="003C4274">
            <w:pPr>
              <w:numPr>
                <w:ilvl w:val="0"/>
                <w:numId w:val="10"/>
              </w:numPr>
              <w:rPr>
                <w:highlight w:val="yellow"/>
              </w:rPr>
            </w:pPr>
            <w:r w:rsidRPr="00833FE5">
              <w:rPr>
                <w:highlight w:val="yellow"/>
              </w:rPr>
              <w:t>Find the error in the problem shown</w:t>
            </w:r>
          </w:p>
          <w:p w:rsidR="000A7720" w:rsidRPr="0021039D" w:rsidRDefault="000A7720" w:rsidP="00202C96">
            <w:pPr>
              <w:rPr>
                <w:b/>
              </w:rPr>
            </w:pPr>
          </w:p>
        </w:tc>
      </w:tr>
    </w:tbl>
    <w:p w:rsidR="002C26C9" w:rsidRDefault="002C26C9">
      <w:pPr>
        <w:rPr>
          <w:b/>
          <w:sz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7020"/>
      </w:tblGrid>
      <w:tr w:rsidR="002C26C9">
        <w:trPr>
          <w:trHeight w:val="4942"/>
        </w:trPr>
        <w:tc>
          <w:tcPr>
            <w:tcW w:w="7200" w:type="dxa"/>
          </w:tcPr>
          <w:p w:rsidR="002C26C9" w:rsidRDefault="0021039D" w:rsidP="000E3DA0">
            <w:pPr>
              <w:rPr>
                <w:sz w:val="22"/>
              </w:rPr>
            </w:pPr>
            <w:r>
              <w:rPr>
                <w:b/>
              </w:rPr>
              <w:br w:type="page"/>
              <w:t>Final Assessment(s) - Body of Evidence:</w:t>
            </w:r>
            <w:r>
              <w:rPr>
                <w:b/>
                <w:sz w:val="22"/>
              </w:rPr>
              <w:t xml:space="preserve">  </w:t>
            </w:r>
          </w:p>
          <w:p w:rsidR="000E3DA0" w:rsidRDefault="000E3DA0" w:rsidP="000E3DA0">
            <w:pPr>
              <w:rPr>
                <w:sz w:val="22"/>
              </w:rPr>
            </w:pPr>
          </w:p>
          <w:p w:rsidR="000E3DA0" w:rsidRDefault="000E3DA0" w:rsidP="000E3DA0">
            <w:pPr>
              <w:rPr>
                <w:sz w:val="22"/>
              </w:rPr>
            </w:pPr>
            <w:r w:rsidRPr="00E5267F">
              <w:rPr>
                <w:sz w:val="22"/>
                <w:highlight w:val="green"/>
              </w:rPr>
              <w:t xml:space="preserve">Regression Project </w:t>
            </w:r>
            <w:r w:rsidR="00833FE5" w:rsidRPr="00E5267F">
              <w:rPr>
                <w:sz w:val="22"/>
                <w:highlight w:val="green"/>
              </w:rPr>
              <w:t xml:space="preserve"> in text book</w:t>
            </w:r>
          </w:p>
          <w:p w:rsidR="00756E36" w:rsidRDefault="00756E36" w:rsidP="00756E36">
            <w:pPr>
              <w:ind w:right="-180"/>
            </w:pPr>
            <w:r>
              <w:t>Test 2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Graphing Linear Equations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Writing Linear Equations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Functions and Relations</w:t>
            </w:r>
          </w:p>
          <w:p w:rsidR="00756E36" w:rsidRPr="0021039D" w:rsidRDefault="00756E36" w:rsidP="000E3DA0">
            <w:pPr>
              <w:rPr>
                <w:sz w:val="22"/>
              </w:rPr>
            </w:pPr>
          </w:p>
        </w:tc>
        <w:tc>
          <w:tcPr>
            <w:tcW w:w="7020" w:type="dxa"/>
          </w:tcPr>
          <w:p w:rsidR="002C26C9" w:rsidRDefault="0021039D" w:rsidP="000E3DA0">
            <w:pPr>
              <w:rPr>
                <w:b/>
              </w:rPr>
            </w:pPr>
            <w:r>
              <w:rPr>
                <w:b/>
              </w:rPr>
              <w:t xml:space="preserve">Instructional Strategies: </w:t>
            </w:r>
          </w:p>
          <w:p w:rsidR="00936A41" w:rsidRDefault="00936A41" w:rsidP="000E3DA0">
            <w:pPr>
              <w:rPr>
                <w:b/>
              </w:rPr>
            </w:pPr>
          </w:p>
          <w:p w:rsidR="00936A41" w:rsidRPr="00833FE5" w:rsidRDefault="00936A41" w:rsidP="000E3DA0">
            <w:pPr>
              <w:numPr>
                <w:ilvl w:val="0"/>
                <w:numId w:val="9"/>
              </w:numPr>
              <w:rPr>
                <w:sz w:val="22"/>
                <w:szCs w:val="22"/>
                <w:highlight w:val="green"/>
              </w:rPr>
            </w:pPr>
            <w:proofErr w:type="spellStart"/>
            <w:r w:rsidRPr="00833FE5">
              <w:rPr>
                <w:sz w:val="22"/>
                <w:szCs w:val="22"/>
                <w:highlight w:val="green"/>
              </w:rPr>
              <w:t>Powerpoint</w:t>
            </w:r>
            <w:proofErr w:type="spellEnd"/>
            <w:r w:rsidRPr="00833FE5">
              <w:rPr>
                <w:sz w:val="22"/>
                <w:szCs w:val="22"/>
                <w:highlight w:val="green"/>
              </w:rPr>
              <w:t xml:space="preserve"> slides uploaded as graphic organizers for note taking in one note</w:t>
            </w:r>
          </w:p>
          <w:p w:rsidR="00936A41" w:rsidRPr="000E3ECA" w:rsidRDefault="00936A41" w:rsidP="00936A41">
            <w:pPr>
              <w:numPr>
                <w:ilvl w:val="0"/>
                <w:numId w:val="9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Examples presented in a number of ways—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Teacher on board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Student on board</w:t>
            </w:r>
          </w:p>
          <w:p w:rsidR="00936A41" w:rsidRPr="00833FE5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  <w:highlight w:val="green"/>
              </w:rPr>
            </w:pPr>
            <w:r w:rsidRPr="00833FE5">
              <w:rPr>
                <w:sz w:val="22"/>
                <w:szCs w:val="22"/>
                <w:highlight w:val="green"/>
              </w:rPr>
              <w:t>Student in one note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Student on poster</w:t>
            </w:r>
          </w:p>
          <w:p w:rsidR="00936A41" w:rsidRPr="00833FE5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  <w:highlight w:val="green"/>
              </w:rPr>
            </w:pPr>
            <w:r w:rsidRPr="00833FE5">
              <w:rPr>
                <w:sz w:val="22"/>
                <w:szCs w:val="22"/>
                <w:highlight w:val="green"/>
              </w:rPr>
              <w:t>Teacher on power point</w:t>
            </w:r>
          </w:p>
          <w:p w:rsidR="00936A41" w:rsidRPr="00833FE5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  <w:highlight w:val="green"/>
              </w:rPr>
            </w:pPr>
            <w:r w:rsidRPr="00833FE5">
              <w:rPr>
                <w:sz w:val="22"/>
                <w:szCs w:val="22"/>
                <w:highlight w:val="green"/>
              </w:rPr>
              <w:t>Teacher on one note</w:t>
            </w:r>
          </w:p>
          <w:p w:rsidR="00936A41" w:rsidRPr="00833FE5" w:rsidRDefault="00936A41" w:rsidP="00936A41">
            <w:pPr>
              <w:numPr>
                <w:ilvl w:val="0"/>
                <w:numId w:val="9"/>
              </w:numPr>
              <w:outlineLvl w:val="0"/>
              <w:rPr>
                <w:sz w:val="22"/>
                <w:szCs w:val="22"/>
                <w:highlight w:val="green"/>
              </w:rPr>
            </w:pPr>
            <w:r w:rsidRPr="000E3ECA">
              <w:rPr>
                <w:sz w:val="22"/>
                <w:szCs w:val="22"/>
              </w:rPr>
              <w:t xml:space="preserve"> </w:t>
            </w:r>
            <w:r w:rsidRPr="00833FE5">
              <w:rPr>
                <w:sz w:val="22"/>
                <w:szCs w:val="22"/>
                <w:highlight w:val="green"/>
              </w:rPr>
              <w:t>Calculators utilized to determine regression lines---after topic is fully investigated using graphs and graph paper</w:t>
            </w:r>
          </w:p>
          <w:p w:rsidR="00936A41" w:rsidRPr="0021039D" w:rsidRDefault="00936A41" w:rsidP="000E3DA0"/>
        </w:tc>
      </w:tr>
      <w:tr w:rsidR="002C26C9">
        <w:trPr>
          <w:cantSplit/>
          <w:trHeight w:val="5374"/>
        </w:trPr>
        <w:tc>
          <w:tcPr>
            <w:tcW w:w="14220" w:type="dxa"/>
            <w:gridSpan w:val="2"/>
          </w:tcPr>
          <w:p w:rsidR="002C26C9" w:rsidRDefault="0021039D" w:rsidP="000A7720">
            <w:pPr>
              <w:rPr>
                <w:b/>
                <w:sz w:val="22"/>
              </w:rPr>
            </w:pPr>
            <w:r>
              <w:rPr>
                <w:b/>
              </w:rPr>
              <w:lastRenderedPageBreak/>
              <w:t>Formative assessments / assignments</w:t>
            </w:r>
            <w:r>
              <w:rPr>
                <w:b/>
                <w:sz w:val="22"/>
              </w:rPr>
              <w:t xml:space="preserve"> </w:t>
            </w:r>
          </w:p>
          <w:p w:rsidR="00936A41" w:rsidRDefault="00936A41" w:rsidP="000A7720"/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 xml:space="preserve">Skills  2.1  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Skills Practice 2.2 and 2.3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2-4</w:t>
            </w:r>
          </w:p>
          <w:p w:rsidR="001710EC" w:rsidRDefault="00936A41" w:rsidP="000E3ECA">
            <w:pPr>
              <w:numPr>
                <w:ilvl w:val="0"/>
                <w:numId w:val="13"/>
              </w:numPr>
            </w:pPr>
            <w:r>
              <w:t xml:space="preserve">Quiz 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2-5</w:t>
            </w:r>
          </w:p>
          <w:p w:rsidR="001710EC" w:rsidRDefault="001710EC" w:rsidP="000E3ECA">
            <w:pPr>
              <w:numPr>
                <w:ilvl w:val="0"/>
                <w:numId w:val="13"/>
              </w:numPr>
            </w:pPr>
            <w:r>
              <w:t>Graphing Calculator Investigation p. 85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2-6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2-7</w:t>
            </w:r>
          </w:p>
          <w:p w:rsidR="001710EC" w:rsidRDefault="001710EC" w:rsidP="000E3ECA">
            <w:pPr>
              <w:numPr>
                <w:ilvl w:val="0"/>
                <w:numId w:val="13"/>
              </w:numPr>
            </w:pPr>
            <w:r>
              <w:t>Quiz</w:t>
            </w:r>
          </w:p>
          <w:p w:rsidR="00936A41" w:rsidRPr="0021039D" w:rsidRDefault="00936A41" w:rsidP="000E3ECA">
            <w:pPr>
              <w:numPr>
                <w:ilvl w:val="0"/>
                <w:numId w:val="13"/>
              </w:numPr>
              <w:rPr>
                <w:sz w:val="22"/>
              </w:rPr>
            </w:pPr>
            <w:r>
              <w:t>p. 105 # 1-33</w:t>
            </w:r>
          </w:p>
        </w:tc>
      </w:tr>
    </w:tbl>
    <w:p w:rsidR="000E77DB" w:rsidRDefault="000E77DB">
      <w:pPr>
        <w:rPr>
          <w:b/>
          <w:sz w:val="32"/>
        </w:rPr>
      </w:pPr>
    </w:p>
    <w:sectPr w:rsidR="000E77DB" w:rsidSect="002C26C9">
      <w:pgSz w:w="15840" w:h="12240" w:orient="landscape" w:code="1"/>
      <w:pgMar w:top="547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78E"/>
    <w:multiLevelType w:val="hybridMultilevel"/>
    <w:tmpl w:val="2B9EA130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B531F"/>
    <w:multiLevelType w:val="hybridMultilevel"/>
    <w:tmpl w:val="8F842572"/>
    <w:lvl w:ilvl="0" w:tplc="DD384B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20E05"/>
    <w:multiLevelType w:val="hybridMultilevel"/>
    <w:tmpl w:val="EFCAC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2CCE"/>
    <w:multiLevelType w:val="hybridMultilevel"/>
    <w:tmpl w:val="2AC66C7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22A6D"/>
    <w:multiLevelType w:val="hybridMultilevel"/>
    <w:tmpl w:val="987C4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F05"/>
    <w:multiLevelType w:val="hybridMultilevel"/>
    <w:tmpl w:val="C23AC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1DC0"/>
    <w:multiLevelType w:val="hybridMultilevel"/>
    <w:tmpl w:val="1EA62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13BA0"/>
    <w:multiLevelType w:val="hybridMultilevel"/>
    <w:tmpl w:val="3FCE1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54B28"/>
    <w:multiLevelType w:val="hybridMultilevel"/>
    <w:tmpl w:val="2AE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F2D60"/>
    <w:multiLevelType w:val="hybridMultilevel"/>
    <w:tmpl w:val="080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83FC6"/>
    <w:multiLevelType w:val="hybridMultilevel"/>
    <w:tmpl w:val="987C3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D45403"/>
    <w:multiLevelType w:val="hybridMultilevel"/>
    <w:tmpl w:val="5EB0EAC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A53FB"/>
    <w:multiLevelType w:val="hybridMultilevel"/>
    <w:tmpl w:val="1716F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44C70"/>
    <w:multiLevelType w:val="hybridMultilevel"/>
    <w:tmpl w:val="6978B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45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DB"/>
    <w:rsid w:val="000A7720"/>
    <w:rsid w:val="000E3DA0"/>
    <w:rsid w:val="000E3ECA"/>
    <w:rsid w:val="000E77DB"/>
    <w:rsid w:val="001710EC"/>
    <w:rsid w:val="00202C96"/>
    <w:rsid w:val="0021039D"/>
    <w:rsid w:val="00244BE4"/>
    <w:rsid w:val="002C26C9"/>
    <w:rsid w:val="0039070A"/>
    <w:rsid w:val="003C4274"/>
    <w:rsid w:val="00430BE6"/>
    <w:rsid w:val="004A1B2D"/>
    <w:rsid w:val="004B40F3"/>
    <w:rsid w:val="00703A45"/>
    <w:rsid w:val="00711E6E"/>
    <w:rsid w:val="00723F39"/>
    <w:rsid w:val="00756E36"/>
    <w:rsid w:val="007D0CC4"/>
    <w:rsid w:val="00833FE5"/>
    <w:rsid w:val="008D7839"/>
    <w:rsid w:val="00936A41"/>
    <w:rsid w:val="00E41858"/>
    <w:rsid w:val="00E5267F"/>
    <w:rsid w:val="00F3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C26C9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solek\LOCALS~1\Temp\Unit_Plann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Unit_Planner_Template</Template>
  <TotalTime>214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Planner Organizer – Unit</vt:lpstr>
    </vt:vector>
  </TitlesOfParts>
  <Company>VPSB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Planner Organizer – Unit</dc:title>
  <dc:subject/>
  <dc:creator>LENOVO USER</dc:creator>
  <cp:keywords/>
  <cp:lastModifiedBy>LENOVO USER</cp:lastModifiedBy>
  <cp:revision>11</cp:revision>
  <cp:lastPrinted>2004-01-22T13:12:00Z</cp:lastPrinted>
  <dcterms:created xsi:type="dcterms:W3CDTF">2010-05-01T17:57:00Z</dcterms:created>
  <dcterms:modified xsi:type="dcterms:W3CDTF">2010-05-12T15:30:00Z</dcterms:modified>
</cp:coreProperties>
</file>